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9B60" w14:textId="77777777" w:rsidR="00034CFE" w:rsidRPr="0004114B" w:rsidRDefault="00034CFE">
      <w:pPr>
        <w:spacing w:line="276" w:lineRule="auto"/>
        <w:jc w:val="both"/>
        <w:rPr>
          <w:rFonts w:ascii="Arial Narrow" w:hAnsi="Arial Narrow"/>
          <w:b/>
          <w:sz w:val="28"/>
          <w:szCs w:val="28"/>
        </w:rPr>
      </w:pPr>
    </w:p>
    <w:p w14:paraId="7F054423" w14:textId="77777777" w:rsidR="00BE13A6" w:rsidRDefault="00BE13A6" w:rsidP="00BE13A6">
      <w:pPr>
        <w:spacing w:line="276" w:lineRule="auto"/>
        <w:ind w:left="567" w:right="616"/>
        <w:jc w:val="center"/>
        <w:rPr>
          <w:rFonts w:ascii="Arial" w:hAnsi="Arial" w:cs="Arial"/>
          <w:b/>
          <w:szCs w:val="28"/>
        </w:rPr>
      </w:pPr>
    </w:p>
    <w:p w14:paraId="7F60DE4A" w14:textId="77777777" w:rsidR="00BE13A6" w:rsidRDefault="00BE13A6" w:rsidP="00BE13A6">
      <w:pPr>
        <w:spacing w:line="276" w:lineRule="auto"/>
        <w:ind w:left="567" w:right="616"/>
        <w:jc w:val="center"/>
        <w:rPr>
          <w:rFonts w:ascii="Arial" w:hAnsi="Arial" w:cs="Arial"/>
          <w:b/>
          <w:szCs w:val="28"/>
        </w:rPr>
      </w:pPr>
    </w:p>
    <w:p w14:paraId="311A50B3" w14:textId="77777777" w:rsidR="00BE13A6" w:rsidRDefault="00BE13A6" w:rsidP="00BE13A6">
      <w:pPr>
        <w:spacing w:line="276" w:lineRule="auto"/>
        <w:ind w:left="567" w:right="616"/>
        <w:jc w:val="center"/>
        <w:rPr>
          <w:rFonts w:ascii="Arial" w:hAnsi="Arial" w:cs="Arial"/>
          <w:b/>
          <w:szCs w:val="28"/>
        </w:rPr>
      </w:pPr>
    </w:p>
    <w:p w14:paraId="06BE837D" w14:textId="77777777" w:rsidR="00BE13A6" w:rsidRDefault="00BE13A6" w:rsidP="00BE13A6">
      <w:pPr>
        <w:spacing w:line="276" w:lineRule="auto"/>
        <w:ind w:left="567" w:right="616"/>
        <w:jc w:val="center"/>
        <w:rPr>
          <w:rFonts w:ascii="Arial" w:hAnsi="Arial" w:cs="Arial"/>
          <w:b/>
          <w:szCs w:val="28"/>
        </w:rPr>
      </w:pPr>
    </w:p>
    <w:p w14:paraId="37B47F80" w14:textId="35F95B2C" w:rsidR="00034CFE" w:rsidRPr="00BE13A6" w:rsidRDefault="00034CFE" w:rsidP="00BE13A6">
      <w:pPr>
        <w:spacing w:line="276" w:lineRule="auto"/>
        <w:ind w:left="567" w:right="616"/>
        <w:jc w:val="center"/>
        <w:rPr>
          <w:rFonts w:ascii="Arial" w:hAnsi="Arial" w:cs="Arial"/>
          <w:b/>
          <w:szCs w:val="28"/>
        </w:rPr>
      </w:pPr>
      <w:r w:rsidRPr="00BE13A6">
        <w:rPr>
          <w:rFonts w:ascii="Arial" w:hAnsi="Arial" w:cs="Arial"/>
          <w:b/>
          <w:szCs w:val="28"/>
        </w:rPr>
        <w:t>Declaración Juramentada inicio de actividades del medio</w:t>
      </w:r>
      <w:r w:rsidR="00BE13A6">
        <w:rPr>
          <w:rFonts w:ascii="Arial" w:hAnsi="Arial" w:cs="Arial"/>
          <w:b/>
          <w:szCs w:val="28"/>
        </w:rPr>
        <w:t xml:space="preserve">/proceso </w:t>
      </w:r>
      <w:r w:rsidR="00017F4F">
        <w:rPr>
          <w:rFonts w:ascii="Arial" w:hAnsi="Arial" w:cs="Arial"/>
          <w:b/>
          <w:szCs w:val="28"/>
        </w:rPr>
        <w:t xml:space="preserve">                         </w:t>
      </w:r>
      <w:r w:rsidRPr="00BE13A6">
        <w:rPr>
          <w:rFonts w:ascii="Arial" w:hAnsi="Arial" w:cs="Arial"/>
          <w:b/>
          <w:szCs w:val="28"/>
        </w:rPr>
        <w:t>de comunicación</w:t>
      </w:r>
    </w:p>
    <w:p w14:paraId="228C323C" w14:textId="77777777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776FEE60" w14:textId="3A2B6BC5" w:rsidR="00034CFE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2ED234AB" w14:textId="513B3E44" w:rsidR="00017F4F" w:rsidRDefault="00017F4F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68D08EBE" w14:textId="7F9F5AC1" w:rsidR="00017F4F" w:rsidRPr="00BE13A6" w:rsidRDefault="00017F4F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Medellín___ de __________ </w:t>
      </w:r>
      <w:proofErr w:type="spellStart"/>
      <w:r>
        <w:rPr>
          <w:rFonts w:ascii="Arial" w:hAnsi="Arial" w:cs="Arial"/>
          <w:szCs w:val="28"/>
        </w:rPr>
        <w:t>de</w:t>
      </w:r>
      <w:proofErr w:type="spellEnd"/>
      <w:r>
        <w:rPr>
          <w:rFonts w:ascii="Arial" w:hAnsi="Arial" w:cs="Arial"/>
          <w:szCs w:val="28"/>
        </w:rPr>
        <w:t xml:space="preserve"> </w:t>
      </w:r>
    </w:p>
    <w:p w14:paraId="55852F12" w14:textId="77777777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494F7817" w14:textId="77777777" w:rsidR="00034CFE" w:rsidRPr="00BE13A6" w:rsidRDefault="00034CFE" w:rsidP="00017F4F">
      <w:pPr>
        <w:spacing w:line="276" w:lineRule="auto"/>
        <w:ind w:right="616"/>
        <w:jc w:val="both"/>
        <w:rPr>
          <w:rFonts w:ascii="Arial" w:hAnsi="Arial" w:cs="Arial"/>
          <w:szCs w:val="28"/>
        </w:rPr>
      </w:pPr>
      <w:bookmarkStart w:id="0" w:name="_GoBack"/>
      <w:bookmarkEnd w:id="0"/>
    </w:p>
    <w:p w14:paraId="78E08FB7" w14:textId="77777777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2BD83799" w14:textId="421AA424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  <w:r w:rsidRPr="00BE13A6">
        <w:rPr>
          <w:rFonts w:ascii="Arial" w:hAnsi="Arial" w:cs="Arial"/>
          <w:szCs w:val="28"/>
        </w:rPr>
        <w:t>Yo, _________________________________, identificado(a) con Cédula de Ciudadanía (Cédula de extranjería o el que aplique)</w:t>
      </w:r>
      <w:r w:rsidR="00BE13A6">
        <w:rPr>
          <w:rFonts w:ascii="Arial" w:hAnsi="Arial" w:cs="Arial"/>
          <w:szCs w:val="28"/>
        </w:rPr>
        <w:t xml:space="preserve"> número ___________</w:t>
      </w:r>
      <w:r w:rsidRPr="00BE13A6">
        <w:rPr>
          <w:rFonts w:ascii="Arial" w:hAnsi="Arial" w:cs="Arial"/>
          <w:szCs w:val="28"/>
        </w:rPr>
        <w:t xml:space="preserve">, </w:t>
      </w:r>
      <w:r w:rsidR="00BE13A6">
        <w:rPr>
          <w:rFonts w:ascii="Arial" w:hAnsi="Arial" w:cs="Arial"/>
          <w:szCs w:val="28"/>
        </w:rPr>
        <w:t xml:space="preserve">en mi calidad de </w:t>
      </w:r>
      <w:r w:rsidRPr="00BE13A6">
        <w:rPr>
          <w:rFonts w:ascii="Arial" w:hAnsi="Arial" w:cs="Arial"/>
          <w:szCs w:val="28"/>
        </w:rPr>
        <w:t>representante del medio</w:t>
      </w:r>
      <w:r w:rsidR="00BE13A6">
        <w:rPr>
          <w:rFonts w:ascii="Arial" w:hAnsi="Arial" w:cs="Arial"/>
          <w:szCs w:val="28"/>
        </w:rPr>
        <w:t>/proceso</w:t>
      </w:r>
      <w:r w:rsidRPr="00BE13A6">
        <w:rPr>
          <w:rFonts w:ascii="Arial" w:hAnsi="Arial" w:cs="Arial"/>
          <w:szCs w:val="28"/>
        </w:rPr>
        <w:t xml:space="preserve"> de comunicación ____________________,  manifiesto bajo la gravedad del juramento que</w:t>
      </w:r>
      <w:r w:rsidR="00BE13A6">
        <w:rPr>
          <w:rFonts w:ascii="Arial" w:hAnsi="Arial" w:cs="Arial"/>
          <w:szCs w:val="28"/>
        </w:rPr>
        <w:t xml:space="preserve"> este existe desde e</w:t>
      </w:r>
      <w:r w:rsidRPr="00BE13A6">
        <w:rPr>
          <w:rFonts w:ascii="Arial" w:hAnsi="Arial" w:cs="Arial"/>
          <w:szCs w:val="28"/>
        </w:rPr>
        <w:t>l (año/mes) _______________</w:t>
      </w:r>
      <w:r w:rsidR="00BE13A6">
        <w:rPr>
          <w:rFonts w:ascii="Arial" w:hAnsi="Arial" w:cs="Arial"/>
          <w:szCs w:val="28"/>
        </w:rPr>
        <w:t>,</w:t>
      </w:r>
      <w:r w:rsidRPr="00BE13A6">
        <w:rPr>
          <w:rFonts w:ascii="Arial" w:hAnsi="Arial" w:cs="Arial"/>
          <w:szCs w:val="28"/>
        </w:rPr>
        <w:t xml:space="preserve"> y que realiza actividades de difusión y comunicación</w:t>
      </w:r>
      <w:r w:rsidR="001073CA">
        <w:rPr>
          <w:rFonts w:ascii="Arial" w:hAnsi="Arial" w:cs="Arial"/>
          <w:szCs w:val="28"/>
        </w:rPr>
        <w:t xml:space="preserve"> y/o movilización</w:t>
      </w:r>
      <w:r w:rsidRPr="00BE13A6">
        <w:rPr>
          <w:rFonts w:ascii="Arial" w:hAnsi="Arial" w:cs="Arial"/>
          <w:szCs w:val="28"/>
        </w:rPr>
        <w:t xml:space="preserve"> en la Comuna _______.</w:t>
      </w:r>
    </w:p>
    <w:p w14:paraId="20D9BA7B" w14:textId="77777777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66C41742" w14:textId="77777777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22FC5DC6" w14:textId="77777777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71B35511" w14:textId="766E487B" w:rsidR="00034CFE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7FDF8799" w14:textId="3D61EE98" w:rsidR="00017F4F" w:rsidRDefault="00017F4F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710B1A5A" w14:textId="77777777" w:rsidR="00017F4F" w:rsidRPr="00BE13A6" w:rsidRDefault="00017F4F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</w:p>
    <w:p w14:paraId="0D31B48A" w14:textId="77777777" w:rsidR="00017F4F" w:rsidRDefault="00017F4F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________________________</w:t>
      </w:r>
    </w:p>
    <w:p w14:paraId="743C4FC1" w14:textId="0F1BD686" w:rsidR="00034CFE" w:rsidRPr="00BE13A6" w:rsidRDefault="00034CFE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  <w:r w:rsidRPr="00BE13A6">
        <w:rPr>
          <w:rFonts w:ascii="Arial" w:hAnsi="Arial" w:cs="Arial"/>
          <w:szCs w:val="28"/>
        </w:rPr>
        <w:t>Firma</w:t>
      </w:r>
    </w:p>
    <w:p w14:paraId="4237EC3A" w14:textId="77777777" w:rsidR="00017F4F" w:rsidRDefault="00017F4F" w:rsidP="00BE13A6">
      <w:pPr>
        <w:spacing w:line="276" w:lineRule="auto"/>
        <w:ind w:left="567" w:right="616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Nombre</w:t>
      </w:r>
    </w:p>
    <w:p w14:paraId="7C780732" w14:textId="4867691A" w:rsidR="00034CFE" w:rsidRPr="00BE13A6" w:rsidRDefault="00034CFE" w:rsidP="00BE13A6">
      <w:pPr>
        <w:spacing w:line="276" w:lineRule="auto"/>
        <w:ind w:left="567" w:right="616"/>
        <w:jc w:val="both"/>
        <w:rPr>
          <w:rFonts w:ascii="Arial Narrow" w:hAnsi="Arial Narrow"/>
          <w:szCs w:val="28"/>
        </w:rPr>
      </w:pPr>
      <w:r w:rsidRPr="00BE13A6">
        <w:rPr>
          <w:rFonts w:ascii="Arial" w:hAnsi="Arial" w:cs="Arial"/>
          <w:szCs w:val="28"/>
        </w:rPr>
        <w:t>Cedula</w:t>
      </w:r>
      <w:r w:rsidRPr="00BE13A6">
        <w:rPr>
          <w:rFonts w:ascii="Arial Narrow" w:hAnsi="Arial Narrow"/>
          <w:szCs w:val="28"/>
        </w:rPr>
        <w:t xml:space="preserve"> </w:t>
      </w:r>
    </w:p>
    <w:p w14:paraId="48CC8EE8" w14:textId="77777777" w:rsidR="00034CFE" w:rsidRPr="00BE13A6" w:rsidRDefault="00034CFE" w:rsidP="00BE13A6">
      <w:pPr>
        <w:spacing w:line="276" w:lineRule="auto"/>
        <w:ind w:left="567" w:right="616"/>
        <w:jc w:val="both"/>
        <w:rPr>
          <w:rFonts w:ascii="Arial Narrow" w:hAnsi="Arial Narrow"/>
          <w:szCs w:val="28"/>
        </w:rPr>
      </w:pPr>
    </w:p>
    <w:p w14:paraId="6A93346B" w14:textId="77777777" w:rsidR="00034CFE" w:rsidRDefault="00034CFE" w:rsidP="00BE13A6">
      <w:pPr>
        <w:spacing w:line="276" w:lineRule="auto"/>
        <w:ind w:left="567" w:right="616"/>
        <w:jc w:val="both"/>
        <w:rPr>
          <w:rFonts w:ascii="Arial Narrow" w:hAnsi="Arial Narrow"/>
          <w:sz w:val="28"/>
          <w:szCs w:val="28"/>
        </w:rPr>
      </w:pPr>
    </w:p>
    <w:p w14:paraId="2C4EDA6B" w14:textId="77777777" w:rsidR="00034CFE" w:rsidRDefault="00034CFE" w:rsidP="00BE13A6">
      <w:pPr>
        <w:spacing w:line="276" w:lineRule="auto"/>
        <w:ind w:left="567" w:right="616"/>
        <w:jc w:val="both"/>
        <w:rPr>
          <w:rFonts w:hint="eastAsia"/>
          <w:sz w:val="28"/>
          <w:szCs w:val="28"/>
        </w:rPr>
      </w:pPr>
    </w:p>
    <w:p w14:paraId="681E03C6" w14:textId="77777777" w:rsidR="00034CFE" w:rsidRDefault="00034CFE" w:rsidP="00BE13A6">
      <w:pPr>
        <w:spacing w:line="276" w:lineRule="auto"/>
        <w:ind w:left="567" w:right="616"/>
        <w:rPr>
          <w:rFonts w:ascii="Arial Narrow" w:hAnsi="Arial Narrow"/>
        </w:rPr>
      </w:pPr>
    </w:p>
    <w:p w14:paraId="6283B904" w14:textId="77777777" w:rsidR="00034CFE" w:rsidRDefault="00034CFE">
      <w:pPr>
        <w:spacing w:line="276" w:lineRule="auto"/>
        <w:rPr>
          <w:rFonts w:ascii="Arial Narrow" w:hAnsi="Arial Narrow"/>
        </w:rPr>
      </w:pPr>
    </w:p>
    <w:sectPr w:rsidR="00034CFE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CFE"/>
    <w:rsid w:val="00017F4F"/>
    <w:rsid w:val="00034CFE"/>
    <w:rsid w:val="0004114B"/>
    <w:rsid w:val="001073CA"/>
    <w:rsid w:val="00576191"/>
    <w:rsid w:val="00B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8E021E"/>
  <w15:chartTrackingRefBased/>
  <w15:docId w15:val="{AF2C17B5-3343-4657-98E1-ABDDA769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">
    <w:name w:val="Títul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a\OneDrive\Alc.%20Medellin\2025\Politica%20Publica\Formatos%20para%20Arco\Formato%20Declaraci&#243;n%20Juramentad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Formato Declaración Juramentada.dot</Template>
  <TotalTime>28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General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</dc:title>
  <dc:subject/>
  <dc:creator>Margarita Rivera</dc:creator>
  <cp:keywords/>
  <cp:lastModifiedBy>Catalina Maria Calle Arango</cp:lastModifiedBy>
  <cp:revision>5</cp:revision>
  <cp:lastPrinted>1900-01-01T05:00:00Z</cp:lastPrinted>
  <dcterms:created xsi:type="dcterms:W3CDTF">2025-02-03T16:01:00Z</dcterms:created>
  <dcterms:modified xsi:type="dcterms:W3CDTF">2025-02-06T19:54:00Z</dcterms:modified>
</cp:coreProperties>
</file>